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C5D6B" w14:textId="77777777" w:rsidR="006E5D65" w:rsidRPr="00F67EB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Pr="00F67EBC">
        <w:rPr>
          <w:rFonts w:ascii="Corbel" w:hAnsi="Corbel"/>
          <w:b/>
          <w:bCs/>
          <w:sz w:val="24"/>
          <w:szCs w:val="24"/>
        </w:rPr>
        <w:tab/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7EBC">
        <w:rPr>
          <w:rFonts w:ascii="Corbel" w:hAnsi="Corbel"/>
          <w:bCs/>
          <w:i/>
          <w:sz w:val="24"/>
          <w:szCs w:val="24"/>
        </w:rPr>
        <w:t>1.5</w:t>
      </w:r>
      <w:r w:rsidR="00D8678B" w:rsidRPr="00F67EB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7EBC">
        <w:rPr>
          <w:rFonts w:ascii="Corbel" w:hAnsi="Corbel"/>
          <w:bCs/>
          <w:i/>
          <w:sz w:val="24"/>
          <w:szCs w:val="24"/>
        </w:rPr>
        <w:t xml:space="preserve"> Rektora UR </w:t>
      </w:r>
      <w:r w:rsidRPr="00F67EB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67EBC">
        <w:rPr>
          <w:rFonts w:ascii="Corbel" w:hAnsi="Corbel"/>
          <w:bCs/>
          <w:i/>
          <w:sz w:val="24"/>
          <w:szCs w:val="24"/>
        </w:rPr>
        <w:t>12/2019</w:t>
      </w:r>
    </w:p>
    <w:p w14:paraId="1268BB86" w14:textId="77777777" w:rsidR="0085747A" w:rsidRPr="00F67EB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7EBC">
        <w:rPr>
          <w:rFonts w:ascii="Corbel" w:hAnsi="Corbel"/>
          <w:b/>
          <w:smallCaps/>
          <w:sz w:val="24"/>
          <w:szCs w:val="24"/>
        </w:rPr>
        <w:t>SYLABUS</w:t>
      </w:r>
    </w:p>
    <w:p w14:paraId="56EEBB80" w14:textId="1C89B0D8" w:rsidR="0085747A" w:rsidRPr="00306EB6" w:rsidRDefault="0071620A" w:rsidP="00306EB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06EB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06EB6">
        <w:rPr>
          <w:rFonts w:ascii="Corbel" w:hAnsi="Corbel"/>
          <w:i/>
          <w:smallCaps/>
          <w:sz w:val="24"/>
          <w:szCs w:val="24"/>
        </w:rPr>
        <w:t xml:space="preserve"> 202</w:t>
      </w:r>
      <w:r w:rsidR="00825711">
        <w:rPr>
          <w:rFonts w:ascii="Corbel" w:hAnsi="Corbel"/>
          <w:i/>
          <w:smallCaps/>
          <w:sz w:val="24"/>
          <w:szCs w:val="24"/>
        </w:rPr>
        <w:t>1</w:t>
      </w:r>
      <w:r w:rsidR="00DC6D0C" w:rsidRPr="00306EB6">
        <w:rPr>
          <w:rFonts w:ascii="Corbel" w:hAnsi="Corbel"/>
          <w:i/>
          <w:smallCaps/>
          <w:sz w:val="24"/>
          <w:szCs w:val="24"/>
        </w:rPr>
        <w:t>-202</w:t>
      </w:r>
      <w:r w:rsidR="00825711">
        <w:rPr>
          <w:rFonts w:ascii="Corbel" w:hAnsi="Corbel"/>
          <w:i/>
          <w:smallCaps/>
          <w:sz w:val="24"/>
          <w:szCs w:val="24"/>
        </w:rPr>
        <w:t>3</w:t>
      </w:r>
      <w:r w:rsidR="00DC6D0C" w:rsidRPr="00306EB6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F9C03B4" w14:textId="412E92E5" w:rsidR="00445970" w:rsidRPr="00306EB6" w:rsidRDefault="00445970" w:rsidP="00306E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06EB6">
        <w:rPr>
          <w:rFonts w:ascii="Corbel" w:hAnsi="Corbel"/>
          <w:sz w:val="20"/>
          <w:szCs w:val="20"/>
        </w:rPr>
        <w:t xml:space="preserve">Rok akademicki   </w:t>
      </w:r>
      <w:r w:rsidR="007975CE" w:rsidRPr="00306EB6">
        <w:rPr>
          <w:rFonts w:ascii="Corbel" w:hAnsi="Corbel"/>
          <w:sz w:val="20"/>
          <w:szCs w:val="20"/>
        </w:rPr>
        <w:t>202</w:t>
      </w:r>
      <w:r w:rsidR="00825711">
        <w:rPr>
          <w:rFonts w:ascii="Corbel" w:hAnsi="Corbel"/>
          <w:sz w:val="20"/>
          <w:szCs w:val="20"/>
        </w:rPr>
        <w:t>2</w:t>
      </w:r>
      <w:r w:rsidR="007975CE" w:rsidRPr="00306EB6">
        <w:rPr>
          <w:rFonts w:ascii="Corbel" w:hAnsi="Corbel"/>
          <w:sz w:val="20"/>
          <w:szCs w:val="20"/>
        </w:rPr>
        <w:t>/202</w:t>
      </w:r>
      <w:r w:rsidR="0082571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F46E0F0" w14:textId="77777777" w:rsidR="0085747A" w:rsidRPr="00F67E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303B25" w14:textId="77777777" w:rsidR="0085747A" w:rsidRDefault="0085747A" w:rsidP="00306EB6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Podstawowe </w:t>
      </w:r>
      <w:r w:rsidR="00445970" w:rsidRPr="00F67EBC">
        <w:rPr>
          <w:rFonts w:ascii="Corbel" w:hAnsi="Corbel"/>
          <w:szCs w:val="24"/>
        </w:rPr>
        <w:t>informacje o przedmiocie</w:t>
      </w:r>
      <w:r w:rsidR="00306EB6">
        <w:rPr>
          <w:rFonts w:ascii="Corbel" w:hAnsi="Corbel"/>
          <w:szCs w:val="24"/>
        </w:rPr>
        <w:t xml:space="preserve"> </w:t>
      </w:r>
    </w:p>
    <w:p w14:paraId="5E59B9C1" w14:textId="77777777" w:rsidR="00306EB6" w:rsidRPr="00F67EBC" w:rsidRDefault="00306EB6" w:rsidP="00306EB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F67EBC" w14:paraId="2397B93B" w14:textId="77777777" w:rsidTr="00306EB6">
        <w:tc>
          <w:tcPr>
            <w:tcW w:w="2694" w:type="dxa"/>
            <w:vAlign w:val="center"/>
          </w:tcPr>
          <w:p w14:paraId="33380D9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6EF41D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F67EBC" w14:paraId="55C98C99" w14:textId="77777777" w:rsidTr="00306EB6">
        <w:tc>
          <w:tcPr>
            <w:tcW w:w="2694" w:type="dxa"/>
            <w:vAlign w:val="center"/>
          </w:tcPr>
          <w:p w14:paraId="0EA9C4DC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1F1D6C8" w14:textId="77777777" w:rsidR="007975CE" w:rsidRPr="00F67EBC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7EBC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 w:rsidRPr="00F67EBC">
              <w:rPr>
                <w:rFonts w:ascii="Corbel" w:hAnsi="Corbel"/>
                <w:b w:val="0"/>
                <w:sz w:val="24"/>
                <w:szCs w:val="24"/>
              </w:rPr>
              <w:t>1.1.c</w:t>
            </w:r>
          </w:p>
        </w:tc>
      </w:tr>
      <w:tr w:rsidR="007975CE" w:rsidRPr="00F67EBC" w14:paraId="5D2CFB89" w14:textId="77777777" w:rsidTr="00306EB6">
        <w:tc>
          <w:tcPr>
            <w:tcW w:w="2694" w:type="dxa"/>
            <w:vAlign w:val="center"/>
          </w:tcPr>
          <w:p w14:paraId="3023B089" w14:textId="77777777" w:rsidR="007975CE" w:rsidRPr="00F67EBC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384146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6EB6" w:rsidRPr="00F67EBC" w14:paraId="17AD4C9E" w14:textId="77777777" w:rsidTr="00306EB6">
        <w:tc>
          <w:tcPr>
            <w:tcW w:w="2694" w:type="dxa"/>
            <w:vAlign w:val="center"/>
          </w:tcPr>
          <w:p w14:paraId="21BAA032" w14:textId="77777777" w:rsidR="00306EB6" w:rsidRPr="00F67EBC" w:rsidRDefault="00306EB6" w:rsidP="00306E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A06772" w14:textId="77777777" w:rsidR="00306EB6" w:rsidRPr="00F67EBC" w:rsidRDefault="00306EB6" w:rsidP="00306E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F67EBC" w14:paraId="5264C20A" w14:textId="77777777" w:rsidTr="00306EB6">
        <w:tc>
          <w:tcPr>
            <w:tcW w:w="2694" w:type="dxa"/>
            <w:vAlign w:val="center"/>
          </w:tcPr>
          <w:p w14:paraId="6E6118D2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021ED0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F67EBC" w14:paraId="07665CC3" w14:textId="77777777" w:rsidTr="00306EB6">
        <w:tc>
          <w:tcPr>
            <w:tcW w:w="2694" w:type="dxa"/>
            <w:vAlign w:val="center"/>
          </w:tcPr>
          <w:p w14:paraId="7E74E779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E11819" w14:textId="77777777" w:rsidR="007975CE" w:rsidRPr="00F67EBC" w:rsidRDefault="000576F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06EB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F67EBC" w14:paraId="3602B053" w14:textId="77777777" w:rsidTr="00306EB6">
        <w:tc>
          <w:tcPr>
            <w:tcW w:w="2694" w:type="dxa"/>
            <w:vAlign w:val="center"/>
          </w:tcPr>
          <w:p w14:paraId="7D016AF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71ACE5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7E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F67EBC" w14:paraId="1B4797E7" w14:textId="77777777" w:rsidTr="00306EB6">
        <w:tc>
          <w:tcPr>
            <w:tcW w:w="2694" w:type="dxa"/>
            <w:vAlign w:val="center"/>
          </w:tcPr>
          <w:p w14:paraId="20331F8B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4DE498" w14:textId="77777777" w:rsidR="007975CE" w:rsidRPr="00F67EBC" w:rsidRDefault="002D0EDF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F67EBC" w14:paraId="5F00EB2E" w14:textId="77777777" w:rsidTr="00306EB6">
        <w:tc>
          <w:tcPr>
            <w:tcW w:w="2694" w:type="dxa"/>
            <w:vAlign w:val="center"/>
          </w:tcPr>
          <w:p w14:paraId="249B35FD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172DFCF" w14:textId="77777777" w:rsidR="007975CE" w:rsidRPr="00F67EBC" w:rsidRDefault="007975CE" w:rsidP="00074E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074ED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06EB6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7975CE" w:rsidRPr="00F67EBC" w14:paraId="28AC186D" w14:textId="77777777" w:rsidTr="00306EB6">
        <w:tc>
          <w:tcPr>
            <w:tcW w:w="2694" w:type="dxa"/>
            <w:vAlign w:val="center"/>
          </w:tcPr>
          <w:p w14:paraId="414B1B9A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6EBF41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 w:rsidRPr="00F67EB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F67EBC" w14:paraId="70537B03" w14:textId="77777777" w:rsidTr="00306EB6">
        <w:tc>
          <w:tcPr>
            <w:tcW w:w="2694" w:type="dxa"/>
            <w:vAlign w:val="center"/>
          </w:tcPr>
          <w:p w14:paraId="6D31D228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582A17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F67EBC" w14:paraId="0DD19E6A" w14:textId="77777777" w:rsidTr="00306EB6">
        <w:tc>
          <w:tcPr>
            <w:tcW w:w="2694" w:type="dxa"/>
            <w:vAlign w:val="center"/>
          </w:tcPr>
          <w:p w14:paraId="4DA306F1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E3847" w14:textId="77777777" w:rsidR="007975CE" w:rsidRPr="00F67EBC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F67EBC" w14:paraId="3B728A9F" w14:textId="77777777" w:rsidTr="00306EB6">
        <w:tc>
          <w:tcPr>
            <w:tcW w:w="2694" w:type="dxa"/>
            <w:vAlign w:val="center"/>
          </w:tcPr>
          <w:p w14:paraId="3DB6F8D7" w14:textId="77777777" w:rsidR="007975CE" w:rsidRPr="00F67EB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7520A8" w14:textId="77777777" w:rsidR="007975CE" w:rsidRPr="00F67EBC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43CDB71" w14:textId="77777777" w:rsidR="0085747A" w:rsidRPr="00F67E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* </w:t>
      </w:r>
      <w:r w:rsidRPr="00F67EB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F67E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7EBC">
        <w:rPr>
          <w:rFonts w:ascii="Corbel" w:hAnsi="Corbel"/>
          <w:b w:val="0"/>
          <w:sz w:val="24"/>
          <w:szCs w:val="24"/>
        </w:rPr>
        <w:t>e,</w:t>
      </w:r>
      <w:r w:rsidRPr="00F67EB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F67EB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F67EBC">
        <w:rPr>
          <w:rFonts w:ascii="Corbel" w:hAnsi="Corbel"/>
          <w:b w:val="0"/>
          <w:i/>
          <w:sz w:val="24"/>
          <w:szCs w:val="24"/>
        </w:rPr>
        <w:t>w Jednostce</w:t>
      </w:r>
    </w:p>
    <w:p w14:paraId="1DBB4430" w14:textId="77777777" w:rsidR="0085747A" w:rsidRPr="00F67E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1.</w:t>
      </w:r>
      <w:r w:rsidR="00E22FBC" w:rsidRPr="00F67EBC">
        <w:rPr>
          <w:rFonts w:ascii="Corbel" w:hAnsi="Corbel"/>
          <w:sz w:val="24"/>
          <w:szCs w:val="24"/>
        </w:rPr>
        <w:t>1</w:t>
      </w:r>
      <w:r w:rsidRPr="00F67E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339984" w14:textId="77777777" w:rsidR="00923D7D" w:rsidRPr="00F67E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F67EBC" w14:paraId="15284F47" w14:textId="77777777" w:rsidTr="00306E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19A5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Semestr</w:t>
            </w:r>
          </w:p>
          <w:p w14:paraId="0505ADBB" w14:textId="77777777" w:rsidR="00015B8F" w:rsidRPr="00F67E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(</w:t>
            </w:r>
            <w:r w:rsidR="00363F78" w:rsidRPr="00F67E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89CB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Wykł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06B1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A74E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Konw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1854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55FC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Sem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48DF9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52BD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67EBC">
              <w:rPr>
                <w:rFonts w:ascii="Corbel" w:hAnsi="Corbel"/>
                <w:szCs w:val="24"/>
              </w:rPr>
              <w:t>Prakt</w:t>
            </w:r>
            <w:proofErr w:type="spellEnd"/>
            <w:r w:rsidRPr="00F67E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E8DE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67E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35B6" w14:textId="77777777" w:rsidR="00015B8F" w:rsidRPr="00F67E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7EBC">
              <w:rPr>
                <w:rFonts w:ascii="Corbel" w:hAnsi="Corbel"/>
                <w:b/>
                <w:szCs w:val="24"/>
              </w:rPr>
              <w:t>Liczba pkt</w:t>
            </w:r>
            <w:r w:rsidR="00B90885" w:rsidRPr="00F67EBC">
              <w:rPr>
                <w:rFonts w:ascii="Corbel" w:hAnsi="Corbel"/>
                <w:b/>
                <w:szCs w:val="24"/>
              </w:rPr>
              <w:t>.</w:t>
            </w:r>
            <w:r w:rsidRPr="00F67E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7EBC" w14:paraId="7A2C9640" w14:textId="77777777" w:rsidTr="00306E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0732" w14:textId="77777777" w:rsidR="00015B8F" w:rsidRPr="00F67EBC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F00B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9889" w14:textId="77777777" w:rsidR="00015B8F" w:rsidRPr="00F67EBC" w:rsidRDefault="002D0E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7EA3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F5E6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6BB9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52BB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7E17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0E00" w14:textId="77777777" w:rsidR="00015B8F" w:rsidRPr="00F67E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E113" w14:textId="77777777" w:rsidR="00015B8F" w:rsidRPr="00F67EBC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B8D1B4D" w14:textId="77777777" w:rsidR="00923D7D" w:rsidRPr="00F67E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5D0ACE" w14:textId="77777777" w:rsidR="0085747A" w:rsidRPr="00F67E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1.</w:t>
      </w:r>
      <w:r w:rsidR="00E22FBC" w:rsidRPr="00F67EBC">
        <w:rPr>
          <w:rFonts w:ascii="Corbel" w:hAnsi="Corbel"/>
          <w:smallCaps w:val="0"/>
          <w:szCs w:val="24"/>
        </w:rPr>
        <w:t>2</w:t>
      </w:r>
      <w:r w:rsidR="00F83B28" w:rsidRPr="00F67EBC">
        <w:rPr>
          <w:rFonts w:ascii="Corbel" w:hAnsi="Corbel"/>
          <w:smallCaps w:val="0"/>
          <w:szCs w:val="24"/>
        </w:rPr>
        <w:t>.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 xml:space="preserve">Sposób realizacji zajęć  </w:t>
      </w:r>
    </w:p>
    <w:p w14:paraId="7F742C4A" w14:textId="77777777" w:rsidR="00306EB6" w:rsidRPr="003C0190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D42093" w14:textId="77777777" w:rsidR="00306EB6" w:rsidRPr="009C54AE" w:rsidRDefault="00306EB6" w:rsidP="00306E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2F26D76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5E1B57" w14:textId="77777777" w:rsidR="00E22FBC" w:rsidRPr="00F67E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="00F83B28" w:rsidRPr="00F67EBC">
        <w:rPr>
          <w:rFonts w:ascii="Corbel" w:hAnsi="Corbel"/>
          <w:smallCaps w:val="0"/>
          <w:szCs w:val="24"/>
        </w:rPr>
        <w:tab/>
      </w:r>
      <w:r w:rsidRPr="00F67EBC">
        <w:rPr>
          <w:rFonts w:ascii="Corbel" w:hAnsi="Corbel"/>
          <w:smallCaps w:val="0"/>
          <w:szCs w:val="24"/>
        </w:rPr>
        <w:t>For</w:t>
      </w:r>
      <w:r w:rsidR="00445970" w:rsidRPr="00F67EBC">
        <w:rPr>
          <w:rFonts w:ascii="Corbel" w:hAnsi="Corbel"/>
          <w:smallCaps w:val="0"/>
          <w:szCs w:val="24"/>
        </w:rPr>
        <w:t xml:space="preserve">ma zaliczenia przedmiotu </w:t>
      </w:r>
      <w:r w:rsidRPr="00F67EBC">
        <w:rPr>
          <w:rFonts w:ascii="Corbel" w:hAnsi="Corbel"/>
          <w:smallCaps w:val="0"/>
          <w:szCs w:val="24"/>
        </w:rPr>
        <w:t xml:space="preserve">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4B996B" w14:textId="77777777" w:rsidR="009C54AE" w:rsidRPr="00F67EBC" w:rsidRDefault="00306EB6" w:rsidP="00306EB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497C48" w14:textId="77777777" w:rsidR="00E960BB" w:rsidRPr="00F67E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1AAE7" w14:textId="77777777" w:rsidR="00E960BB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67EBC" w14:paraId="4E53DE86" w14:textId="77777777" w:rsidTr="00745302">
        <w:tc>
          <w:tcPr>
            <w:tcW w:w="9670" w:type="dxa"/>
          </w:tcPr>
          <w:p w14:paraId="0B76241B" w14:textId="77777777" w:rsidR="0085747A" w:rsidRPr="00F67EBC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028C95CC" w14:textId="77777777" w:rsidR="00B056D3" w:rsidRPr="00F67EBC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5B61CA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67EBC">
        <w:rPr>
          <w:rFonts w:ascii="Corbel" w:hAnsi="Corbel"/>
          <w:szCs w:val="24"/>
        </w:rPr>
        <w:t>3.</w:t>
      </w:r>
      <w:r w:rsidR="00A84C85" w:rsidRPr="00F67EBC">
        <w:rPr>
          <w:rFonts w:ascii="Corbel" w:hAnsi="Corbel"/>
          <w:szCs w:val="24"/>
        </w:rPr>
        <w:t>cele, efekty uczenia się</w:t>
      </w:r>
      <w:r w:rsidR="0085747A" w:rsidRPr="00F67EBC">
        <w:rPr>
          <w:rFonts w:ascii="Corbel" w:hAnsi="Corbel"/>
          <w:szCs w:val="24"/>
        </w:rPr>
        <w:t>, treści Programowe i stosowane metody Dydaktyczne</w:t>
      </w:r>
    </w:p>
    <w:p w14:paraId="5AC36271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474A7" w14:textId="77777777" w:rsidR="0085747A" w:rsidRPr="00F67E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3.1 </w:t>
      </w:r>
      <w:r w:rsidR="00C05F44" w:rsidRPr="00F67EBC">
        <w:rPr>
          <w:rFonts w:ascii="Corbel" w:hAnsi="Corbel"/>
          <w:sz w:val="24"/>
          <w:szCs w:val="24"/>
        </w:rPr>
        <w:t>Cele przedmiotu</w:t>
      </w:r>
    </w:p>
    <w:p w14:paraId="041BD7DB" w14:textId="77777777" w:rsidR="00F83B28" w:rsidRPr="00F67E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F67EBC" w14:paraId="6FBA294A" w14:textId="77777777" w:rsidTr="00306EB6">
        <w:tc>
          <w:tcPr>
            <w:tcW w:w="851" w:type="dxa"/>
            <w:vAlign w:val="center"/>
          </w:tcPr>
          <w:p w14:paraId="3B348DFA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A378A1B" w14:textId="77777777" w:rsidR="0085747A" w:rsidRPr="00F67EBC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F67EBC" w14:paraId="39769CC1" w14:textId="77777777" w:rsidTr="00306EB6">
        <w:tc>
          <w:tcPr>
            <w:tcW w:w="851" w:type="dxa"/>
            <w:vAlign w:val="center"/>
          </w:tcPr>
          <w:p w14:paraId="53CEE2E9" w14:textId="77777777" w:rsidR="0085747A" w:rsidRPr="00F67EBC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E3D531" w14:textId="77777777" w:rsidR="0085747A" w:rsidRPr="00F67EBC" w:rsidRDefault="007975CE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F67EBC" w14:paraId="6278842D" w14:textId="77777777" w:rsidTr="00306EB6">
        <w:tc>
          <w:tcPr>
            <w:tcW w:w="851" w:type="dxa"/>
            <w:vAlign w:val="center"/>
          </w:tcPr>
          <w:p w14:paraId="16687DCB" w14:textId="77777777" w:rsidR="0085747A" w:rsidRPr="00F67E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F67E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E9AE1" w14:textId="77777777" w:rsidR="0085747A" w:rsidRPr="00F67EBC" w:rsidRDefault="00352B6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7E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F67EBC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739567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376F34" w14:textId="77777777" w:rsidR="001D7B54" w:rsidRPr="00F67EBC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3.2 </w:t>
      </w:r>
      <w:r w:rsidR="001D7B54" w:rsidRPr="00F67EBC">
        <w:rPr>
          <w:rFonts w:ascii="Corbel" w:hAnsi="Corbel"/>
          <w:b/>
          <w:sz w:val="24"/>
          <w:szCs w:val="24"/>
        </w:rPr>
        <w:t xml:space="preserve">Efekty </w:t>
      </w:r>
      <w:r w:rsidR="00C05F44" w:rsidRPr="00F67E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67EBC">
        <w:rPr>
          <w:rFonts w:ascii="Corbel" w:hAnsi="Corbel"/>
          <w:b/>
          <w:sz w:val="24"/>
          <w:szCs w:val="24"/>
        </w:rPr>
        <w:t>dla przedmiotu</w:t>
      </w:r>
    </w:p>
    <w:p w14:paraId="66B1EF1C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306EB6" w:rsidRPr="00F67EBC" w14:paraId="74EB0BEE" w14:textId="77777777" w:rsidTr="00306EB6">
        <w:tc>
          <w:tcPr>
            <w:tcW w:w="1418" w:type="dxa"/>
            <w:vAlign w:val="center"/>
          </w:tcPr>
          <w:p w14:paraId="532F017A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76F7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4D588C45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14" w:type="dxa"/>
            <w:vAlign w:val="center"/>
          </w:tcPr>
          <w:p w14:paraId="590A22EF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F67EBC" w14:paraId="683A3267" w14:textId="77777777" w:rsidTr="00306EB6">
        <w:tc>
          <w:tcPr>
            <w:tcW w:w="1418" w:type="dxa"/>
            <w:vAlign w:val="center"/>
          </w:tcPr>
          <w:p w14:paraId="783592E2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3A50D7D2" w14:textId="77777777" w:rsidR="00B056D3" w:rsidRPr="00F67EBC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>podstawow</w:t>
            </w:r>
            <w:r w:rsidRPr="00F67EBC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F67EBC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F67EBC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746689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1</w:t>
            </w:r>
          </w:p>
          <w:p w14:paraId="6E8E680A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K_W 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056D3" w:rsidRPr="00F67EBC" w14:paraId="554782E0" w14:textId="77777777" w:rsidTr="00306EB6">
        <w:tc>
          <w:tcPr>
            <w:tcW w:w="1418" w:type="dxa"/>
            <w:vAlign w:val="center"/>
          </w:tcPr>
          <w:p w14:paraId="1BAC937B" w14:textId="77777777" w:rsidR="00B056D3" w:rsidRPr="00F67EBC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7EB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46A2850A" w14:textId="77777777" w:rsidR="00B056D3" w:rsidRPr="00F67EBC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F67EBC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63D6A2AD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</w:t>
            </w:r>
            <w:r w:rsidR="00003FF4" w:rsidRPr="00F67EBC">
              <w:rPr>
                <w:rFonts w:ascii="Corbel" w:hAnsi="Corbel"/>
                <w:b w:val="0"/>
                <w:szCs w:val="24"/>
              </w:rPr>
              <w:t>2</w:t>
            </w:r>
          </w:p>
          <w:p w14:paraId="3C2BC314" w14:textId="77777777" w:rsidR="00B056D3" w:rsidRPr="00F67EBC" w:rsidRDefault="00B056D3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K_U06</w:t>
            </w:r>
          </w:p>
          <w:p w14:paraId="75E7B63F" w14:textId="77777777" w:rsidR="00262FFE" w:rsidRPr="00F67EBC" w:rsidRDefault="00262FFE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</w:tbl>
    <w:p w14:paraId="3374AC1C" w14:textId="77777777" w:rsidR="00B056D3" w:rsidRPr="00F67EBC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DFB74C2" w14:textId="77777777" w:rsidR="001D7B54" w:rsidRPr="00F67E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AEDFF" w14:textId="77777777" w:rsidR="0085747A" w:rsidRPr="00F67E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>3.3</w:t>
      </w:r>
      <w:r w:rsidR="0085747A" w:rsidRPr="00F67EBC">
        <w:rPr>
          <w:rFonts w:ascii="Corbel" w:hAnsi="Corbel"/>
          <w:b/>
          <w:sz w:val="24"/>
          <w:szCs w:val="24"/>
        </w:rPr>
        <w:t>T</w:t>
      </w:r>
      <w:r w:rsidR="001D7B54" w:rsidRPr="00F67EBC">
        <w:rPr>
          <w:rFonts w:ascii="Corbel" w:hAnsi="Corbel"/>
          <w:b/>
          <w:sz w:val="24"/>
          <w:szCs w:val="24"/>
        </w:rPr>
        <w:t xml:space="preserve">reści programowe </w:t>
      </w:r>
    </w:p>
    <w:p w14:paraId="68494054" w14:textId="77777777" w:rsidR="0046325E" w:rsidRPr="00F67EBC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D35B78C" w14:textId="77777777" w:rsidR="0085747A" w:rsidRPr="00F67E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67EBC">
        <w:rPr>
          <w:rFonts w:ascii="Corbel" w:hAnsi="Corbel"/>
          <w:sz w:val="24"/>
          <w:szCs w:val="24"/>
        </w:rPr>
        <w:t xml:space="preserve">, </w:t>
      </w:r>
      <w:r w:rsidRPr="00F67EB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D98" w:rsidRPr="00F67EBC" w14:paraId="5D7BE8D3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5850" w14:textId="77777777" w:rsidR="00046D98" w:rsidRPr="00F67EBC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F67EBC" w14:paraId="1051894A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D8E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F67EBC" w14:paraId="33B6902A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8E29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F67EBC" w14:paraId="197AE528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69DB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F67EBC" w14:paraId="4F680EAC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E6E8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F67EBC" w14:paraId="533A852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C5C2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F67EBC" w14:paraId="2C962CFE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086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F67EBC" w14:paraId="3E188A92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DB7A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F67EBC" w14:paraId="74F2E55F" w14:textId="77777777" w:rsidTr="00306EB6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62B" w14:textId="77777777" w:rsidR="00046D98" w:rsidRPr="00F67EBC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255660FA" w14:textId="77777777" w:rsidR="0046325E" w:rsidRPr="00F67EBC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 xml:space="preserve"> </w:t>
      </w:r>
    </w:p>
    <w:p w14:paraId="7DD32D36" w14:textId="77777777" w:rsidR="0085747A" w:rsidRPr="00F67E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>3.4 Metody dydaktyczne</w:t>
      </w:r>
    </w:p>
    <w:p w14:paraId="297A5B04" w14:textId="77777777" w:rsidR="00A033A9" w:rsidRPr="00F67EBC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F67EBC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56027F98" w14:textId="77777777" w:rsidR="00E960BB" w:rsidRPr="00F67E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E5CD93" w14:textId="77777777" w:rsidR="0085747A" w:rsidRPr="00F67E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 </w:t>
      </w:r>
      <w:r w:rsidR="0085747A" w:rsidRPr="00F67EBC">
        <w:rPr>
          <w:rFonts w:ascii="Corbel" w:hAnsi="Corbel"/>
          <w:smallCaps w:val="0"/>
          <w:szCs w:val="24"/>
        </w:rPr>
        <w:t>METODY I KRYTERIA OCENY</w:t>
      </w:r>
    </w:p>
    <w:p w14:paraId="630C54B2" w14:textId="77777777" w:rsidR="00923D7D" w:rsidRPr="00F67E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A17C3" w14:textId="77777777" w:rsidR="0085747A" w:rsidRPr="00F67E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7EBC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F67EBC" w14:paraId="2AE5918D" w14:textId="77777777" w:rsidTr="00793C5B">
        <w:tc>
          <w:tcPr>
            <w:tcW w:w="1843" w:type="dxa"/>
            <w:vAlign w:val="center"/>
          </w:tcPr>
          <w:p w14:paraId="630E91A5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40F63FE2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1FD8BE1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6EC1B38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DCFD13" w14:textId="77777777" w:rsidR="00A033A9" w:rsidRPr="00F67EBC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7E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F67EBC" w14:paraId="28BF7CA2" w14:textId="77777777" w:rsidTr="00793C5B">
        <w:tc>
          <w:tcPr>
            <w:tcW w:w="1843" w:type="dxa"/>
          </w:tcPr>
          <w:p w14:paraId="440DAB49" w14:textId="77777777" w:rsidR="00A033A9" w:rsidRPr="00F67EBC" w:rsidRDefault="00306EB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033A9" w:rsidRPr="00F67EB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2" w:type="dxa"/>
          </w:tcPr>
          <w:p w14:paraId="5B70D9EC" w14:textId="77777777" w:rsidR="00A033A9" w:rsidRPr="00F67EBC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13651ABD" w14:textId="77777777" w:rsidR="00A033A9" w:rsidRPr="00306EB6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06EB6" w:rsidRPr="00F67EBC" w14:paraId="598DF269" w14:textId="77777777" w:rsidTr="00793C5B">
        <w:tc>
          <w:tcPr>
            <w:tcW w:w="1843" w:type="dxa"/>
          </w:tcPr>
          <w:p w14:paraId="551D20A0" w14:textId="77777777" w:rsidR="00306EB6" w:rsidRPr="00F67EBC" w:rsidRDefault="00306EB6" w:rsidP="00306E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67E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597988CB" w14:textId="77777777" w:rsidR="00306EB6" w:rsidRPr="00F67EBC" w:rsidRDefault="00306EB6" w:rsidP="00306E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Praca zaliczeniowa, obserwacja postawy i ocena prezentowanego stanowiska</w:t>
            </w:r>
          </w:p>
        </w:tc>
        <w:tc>
          <w:tcPr>
            <w:tcW w:w="1843" w:type="dxa"/>
          </w:tcPr>
          <w:p w14:paraId="2681B874" w14:textId="77777777" w:rsidR="00306EB6" w:rsidRPr="00F67EBC" w:rsidRDefault="00306EB6" w:rsidP="00306E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EB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935B24B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5A68F" w14:textId="77777777" w:rsidR="0085747A" w:rsidRPr="00F67E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4.2 </w:t>
      </w:r>
      <w:r w:rsidR="0085747A" w:rsidRPr="00F67EBC">
        <w:rPr>
          <w:rFonts w:ascii="Corbel" w:hAnsi="Corbel"/>
          <w:smallCaps w:val="0"/>
          <w:szCs w:val="24"/>
        </w:rPr>
        <w:t>Warunki zaliczenia przedmiotu (kryteria oceniania)</w:t>
      </w:r>
    </w:p>
    <w:p w14:paraId="5FD3A872" w14:textId="77777777" w:rsidR="00923D7D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F67EBC" w14:paraId="3EBE4940" w14:textId="77777777" w:rsidTr="00F22808">
        <w:tc>
          <w:tcPr>
            <w:tcW w:w="9520" w:type="dxa"/>
          </w:tcPr>
          <w:p w14:paraId="55F1F7DA" w14:textId="77777777" w:rsidR="00F22808" w:rsidRPr="00F67EBC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oraz przygotowania i zaprezentowania podczas zajęć prezentacji lub studium </w:t>
            </w:r>
            <w:r w:rsidR="00306EB6" w:rsidRPr="00F67EBC">
              <w:rPr>
                <w:rFonts w:ascii="Corbel" w:hAnsi="Corbel"/>
                <w:sz w:val="24"/>
                <w:szCs w:val="24"/>
              </w:rPr>
              <w:t>przypadku, a</w:t>
            </w:r>
            <w:r w:rsidRPr="00F67EBC">
              <w:rPr>
                <w:rFonts w:ascii="Corbel" w:hAnsi="Corbel"/>
                <w:sz w:val="24"/>
                <w:szCs w:val="24"/>
              </w:rPr>
              <w:t xml:space="preserve"> także aktywność w pracy zespołowej podczas ćwiczeń.</w:t>
            </w:r>
          </w:p>
        </w:tc>
      </w:tr>
    </w:tbl>
    <w:p w14:paraId="250CFB09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07597D" w14:textId="77777777" w:rsidR="009F4610" w:rsidRPr="00F67E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7EBC">
        <w:rPr>
          <w:rFonts w:ascii="Corbel" w:hAnsi="Corbel"/>
          <w:b/>
          <w:sz w:val="24"/>
          <w:szCs w:val="24"/>
        </w:rPr>
        <w:t xml:space="preserve">5. </w:t>
      </w:r>
      <w:r w:rsidR="00C61DC5" w:rsidRPr="00F67E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010CB7" w14:textId="77777777" w:rsidR="0085747A" w:rsidRPr="00F67E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67EBC" w14:paraId="625D35F5" w14:textId="77777777" w:rsidTr="00BE3D8F">
        <w:tc>
          <w:tcPr>
            <w:tcW w:w="4902" w:type="dxa"/>
            <w:vAlign w:val="center"/>
          </w:tcPr>
          <w:p w14:paraId="7251AF81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2C6DEC6" w14:textId="77777777" w:rsidR="0085747A" w:rsidRPr="00F67E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7E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67E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F67EBC" w14:paraId="1C1A9A07" w14:textId="77777777" w:rsidTr="00BE3D8F">
        <w:tc>
          <w:tcPr>
            <w:tcW w:w="4902" w:type="dxa"/>
          </w:tcPr>
          <w:p w14:paraId="2CEBE4A7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0AF9CAD" w14:textId="77777777" w:rsidR="00BE3D8F" w:rsidRPr="00F67EBC" w:rsidRDefault="002D0ED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D8F" w:rsidRPr="00F67EBC" w14:paraId="7BEA6D1B" w14:textId="77777777" w:rsidTr="00BE3D8F">
        <w:tc>
          <w:tcPr>
            <w:tcW w:w="4902" w:type="dxa"/>
          </w:tcPr>
          <w:p w14:paraId="4393B7B7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4FBB1AA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DB737E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F67EBC" w14:paraId="7F6DF2BB" w14:textId="77777777" w:rsidTr="00BE3D8F">
        <w:tc>
          <w:tcPr>
            <w:tcW w:w="4902" w:type="dxa"/>
          </w:tcPr>
          <w:p w14:paraId="6B6897D2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67E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7E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954C9A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F67EBC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F67E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8A8666B" w14:textId="77777777" w:rsidR="00BE3D8F" w:rsidRPr="00F67EBC" w:rsidRDefault="00340510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3</w:t>
            </w:r>
            <w:r w:rsidR="002D0ED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3D8F" w:rsidRPr="00F67EBC" w14:paraId="7E72747F" w14:textId="77777777" w:rsidTr="00BE3D8F">
        <w:tc>
          <w:tcPr>
            <w:tcW w:w="4902" w:type="dxa"/>
          </w:tcPr>
          <w:p w14:paraId="3805E44C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51414E5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5</w:t>
            </w:r>
            <w:r w:rsidR="00046D98" w:rsidRPr="00F67E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F67EBC" w14:paraId="0985656F" w14:textId="77777777" w:rsidTr="00BE3D8F">
        <w:tc>
          <w:tcPr>
            <w:tcW w:w="4902" w:type="dxa"/>
          </w:tcPr>
          <w:p w14:paraId="07EC2E24" w14:textId="77777777" w:rsidR="00BE3D8F" w:rsidRPr="00F67EBC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7E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AB2D441" w14:textId="77777777" w:rsidR="00BE3D8F" w:rsidRPr="00F67EBC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91000E" w14:textId="77777777" w:rsidR="0085747A" w:rsidRPr="00F67E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67E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7E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C03C9" w14:textId="77777777" w:rsidR="003E1941" w:rsidRPr="00F67E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EA02AC" w14:textId="77777777" w:rsidR="0085747A" w:rsidRPr="00F67E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6. </w:t>
      </w:r>
      <w:r w:rsidR="0085747A" w:rsidRPr="00F67EBC">
        <w:rPr>
          <w:rFonts w:ascii="Corbel" w:hAnsi="Corbel"/>
          <w:smallCaps w:val="0"/>
          <w:szCs w:val="24"/>
        </w:rPr>
        <w:t>PRAKTYKI ZAWO</w:t>
      </w:r>
      <w:r w:rsidR="009D3F3B" w:rsidRPr="00F67EBC">
        <w:rPr>
          <w:rFonts w:ascii="Corbel" w:hAnsi="Corbel"/>
          <w:smallCaps w:val="0"/>
          <w:szCs w:val="24"/>
        </w:rPr>
        <w:t>DOWE W RAMACH PRZEDMIOTU</w:t>
      </w:r>
    </w:p>
    <w:p w14:paraId="0575535C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F67EBC" w14:paraId="43B8B45D" w14:textId="77777777" w:rsidTr="00306EB6">
        <w:trPr>
          <w:trHeight w:val="397"/>
          <w:jc w:val="center"/>
        </w:trPr>
        <w:tc>
          <w:tcPr>
            <w:tcW w:w="3544" w:type="dxa"/>
          </w:tcPr>
          <w:p w14:paraId="010B9FDB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004736" w14:textId="77777777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67EBC" w14:paraId="5056C542" w14:textId="77777777" w:rsidTr="00306EB6">
        <w:trPr>
          <w:trHeight w:val="397"/>
          <w:jc w:val="center"/>
        </w:trPr>
        <w:tc>
          <w:tcPr>
            <w:tcW w:w="3544" w:type="dxa"/>
          </w:tcPr>
          <w:p w14:paraId="1FEC3F9C" w14:textId="77777777" w:rsidR="0085747A" w:rsidRPr="00F67E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5105C2" w14:textId="77777777" w:rsidR="0085747A" w:rsidRPr="00F67EBC" w:rsidRDefault="002D0EDF" w:rsidP="002D0E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DA5064" w14:textId="77777777" w:rsidR="0085747A" w:rsidRPr="00F67E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7. </w:t>
      </w:r>
      <w:r w:rsidR="0085747A" w:rsidRPr="00F67EBC">
        <w:rPr>
          <w:rFonts w:ascii="Corbel" w:hAnsi="Corbel"/>
          <w:smallCaps w:val="0"/>
          <w:szCs w:val="24"/>
        </w:rPr>
        <w:t>LITERATURA</w:t>
      </w:r>
    </w:p>
    <w:p w14:paraId="714AD6E1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F67EBC" w14:paraId="3856B94F" w14:textId="77777777" w:rsidTr="005B5D74">
        <w:trPr>
          <w:trHeight w:val="397"/>
          <w:jc w:val="center"/>
        </w:trPr>
        <w:tc>
          <w:tcPr>
            <w:tcW w:w="9781" w:type="dxa"/>
          </w:tcPr>
          <w:p w14:paraId="5F226BAD" w14:textId="77777777" w:rsidR="0046325E" w:rsidRPr="00F67EBC" w:rsidRDefault="0046325E" w:rsidP="005B5D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E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89A217" w14:textId="77777777" w:rsidR="0046325E" w:rsidRPr="00306EB6" w:rsidRDefault="0046325E" w:rsidP="005B5D7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7"/>
              <w:rPr>
                <w:rFonts w:ascii="Corbel" w:hAnsi="Corbel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306EB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91C28D2" w14:textId="77777777" w:rsidR="0046325E" w:rsidRPr="00306EB6" w:rsidRDefault="00C117F7" w:rsidP="005B5D74">
            <w:pPr>
              <w:pStyle w:val="Akapitzlist"/>
              <w:numPr>
                <w:ilvl w:val="0"/>
                <w:numId w:val="3"/>
              </w:numPr>
              <w:spacing w:after="0"/>
              <w:ind w:left="487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306EB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306EB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F67EBC" w14:paraId="26720EE4" w14:textId="77777777" w:rsidTr="005B5D74">
        <w:trPr>
          <w:trHeight w:val="397"/>
          <w:jc w:val="center"/>
        </w:trPr>
        <w:tc>
          <w:tcPr>
            <w:tcW w:w="9781" w:type="dxa"/>
          </w:tcPr>
          <w:p w14:paraId="720FEE4D" w14:textId="420B1C4D" w:rsidR="0046325E" w:rsidRPr="00F67EBC" w:rsidRDefault="0046325E" w:rsidP="005B5D7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7EBC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3601AC" w14:textId="3F498E17" w:rsidR="0046325E" w:rsidRPr="00306EB6" w:rsidRDefault="0046325E" w:rsidP="005B5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sz w:val="24"/>
                <w:szCs w:val="24"/>
              </w:rPr>
              <w:t>Ministerstwo Rozwoju. Instrumenty finansowe w ramach perspektywy finansowej 2014-</w:t>
            </w:r>
            <w:r w:rsidRPr="00306EB6">
              <w:rPr>
                <w:rFonts w:ascii="Corbel" w:hAnsi="Corbel"/>
                <w:sz w:val="24"/>
                <w:szCs w:val="24"/>
              </w:rPr>
              <w:lastRenderedPageBreak/>
              <w:t>202020, zakres i forma. Warszawa 2017.</w:t>
            </w:r>
          </w:p>
          <w:p w14:paraId="7AEB0D81" w14:textId="77777777" w:rsidR="0046325E" w:rsidRPr="00306EB6" w:rsidRDefault="0046325E" w:rsidP="005B5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7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06EB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306EB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0B21294" w14:textId="77777777" w:rsidR="0046325E" w:rsidRPr="00F67EBC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7F71C3" w14:textId="77777777" w:rsidR="00BE3D8F" w:rsidRPr="00F67EBC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C0FF3" w14:textId="77777777" w:rsidR="0085747A" w:rsidRPr="00F67E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3C8E82" w14:textId="77777777" w:rsidR="0085747A" w:rsidRPr="00F67EB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7E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7E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C9DB0" w14:textId="77777777" w:rsidR="000B792E" w:rsidRDefault="000B792E" w:rsidP="00C16ABF">
      <w:pPr>
        <w:spacing w:after="0" w:line="240" w:lineRule="auto"/>
      </w:pPr>
      <w:r>
        <w:separator/>
      </w:r>
    </w:p>
  </w:endnote>
  <w:endnote w:type="continuationSeparator" w:id="0">
    <w:p w14:paraId="5DE0B2D8" w14:textId="77777777" w:rsidR="000B792E" w:rsidRDefault="000B79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3083A" w14:textId="77777777" w:rsidR="000B792E" w:rsidRDefault="000B792E" w:rsidP="00C16ABF">
      <w:pPr>
        <w:spacing w:after="0" w:line="240" w:lineRule="auto"/>
      </w:pPr>
      <w:r>
        <w:separator/>
      </w:r>
    </w:p>
  </w:footnote>
  <w:footnote w:type="continuationSeparator" w:id="0">
    <w:p w14:paraId="16B8E92A" w14:textId="77777777" w:rsidR="000B792E" w:rsidRDefault="000B792E" w:rsidP="00C16ABF">
      <w:pPr>
        <w:spacing w:after="0" w:line="240" w:lineRule="auto"/>
      </w:pPr>
      <w:r>
        <w:continuationSeparator/>
      </w:r>
    </w:p>
  </w:footnote>
  <w:footnote w:id="1">
    <w:p w14:paraId="1D693FFF" w14:textId="77777777" w:rsidR="00306EB6" w:rsidRDefault="00306E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60B0"/>
    <w:multiLevelType w:val="hybridMultilevel"/>
    <w:tmpl w:val="16C62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3C4903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92615"/>
    <w:multiLevelType w:val="hybridMultilevel"/>
    <w:tmpl w:val="4086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576F3"/>
    <w:rsid w:val="00070ED6"/>
    <w:rsid w:val="000742DC"/>
    <w:rsid w:val="00074ED3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B792E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0CC8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EDF"/>
    <w:rsid w:val="002D3375"/>
    <w:rsid w:val="002D73D4"/>
    <w:rsid w:val="002F02A3"/>
    <w:rsid w:val="002F4ABE"/>
    <w:rsid w:val="003018BA"/>
    <w:rsid w:val="0030395F"/>
    <w:rsid w:val="00305C92"/>
    <w:rsid w:val="00306EB6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70D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91826"/>
    <w:rsid w:val="0059484D"/>
    <w:rsid w:val="005A0855"/>
    <w:rsid w:val="005A133C"/>
    <w:rsid w:val="005A3196"/>
    <w:rsid w:val="005A3FC4"/>
    <w:rsid w:val="005B5D7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52AE"/>
    <w:rsid w:val="006D050F"/>
    <w:rsid w:val="006D6139"/>
    <w:rsid w:val="006E5D65"/>
    <w:rsid w:val="006F1282"/>
    <w:rsid w:val="006F1FBC"/>
    <w:rsid w:val="006F3140"/>
    <w:rsid w:val="006F31E2"/>
    <w:rsid w:val="00703DA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6F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F92"/>
    <w:rsid w:val="0081554D"/>
    <w:rsid w:val="0081707E"/>
    <w:rsid w:val="00825711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4A07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18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07AC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762"/>
    <w:rsid w:val="00CD6897"/>
    <w:rsid w:val="00CE5BAC"/>
    <w:rsid w:val="00CF25BE"/>
    <w:rsid w:val="00CF78ED"/>
    <w:rsid w:val="00D02B25"/>
    <w:rsid w:val="00D02EBA"/>
    <w:rsid w:val="00D17C3C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A22"/>
    <w:rsid w:val="00E51E44"/>
    <w:rsid w:val="00E55D22"/>
    <w:rsid w:val="00E63348"/>
    <w:rsid w:val="00E661B9"/>
    <w:rsid w:val="00E742AA"/>
    <w:rsid w:val="00E76F7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271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65815"/>
    <w:rsid w:val="00F67EBC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7C64F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E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E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ED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E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ED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9BC20-2538-4ED2-8AB4-63CCA65CE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173BCC-FA4B-422A-AEAA-8A9596EBA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0DBC7F-DBA3-41F6-8BC7-298A94E016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E09AA5-451E-4970-A968-C9A3C429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2020-11-27T13:58:00Z</dcterms:created>
  <dcterms:modified xsi:type="dcterms:W3CDTF">2021-09-06T06:10:00Z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